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242206" w14:paraId="269B4354" w14:textId="77777777" w:rsidTr="003B32AB">
        <w:tc>
          <w:tcPr>
            <w:tcW w:w="2689" w:type="dxa"/>
          </w:tcPr>
          <w:p w14:paraId="0FBD51BE" w14:textId="22887716" w:rsidR="00242206" w:rsidRPr="00242206" w:rsidRDefault="00242206" w:rsidP="00242206">
            <w:pPr>
              <w:pStyle w:val="SIText"/>
            </w:pPr>
            <w:r w:rsidRPr="00CC451E">
              <w:t>Release</w:t>
            </w:r>
            <w:r w:rsidRPr="00242206">
              <w:t xml:space="preserve"> </w:t>
            </w:r>
            <w:r>
              <w:t>2</w:t>
            </w:r>
          </w:p>
        </w:tc>
        <w:tc>
          <w:tcPr>
            <w:tcW w:w="6939" w:type="dxa"/>
          </w:tcPr>
          <w:p w14:paraId="6CF5A3D6" w14:textId="3073CB8C" w:rsidR="00242206" w:rsidRPr="00242206" w:rsidRDefault="00242206">
            <w:pPr>
              <w:pStyle w:val="SIText"/>
            </w:pPr>
            <w:r w:rsidRPr="00CC451E">
              <w:t xml:space="preserve">This version released with </w:t>
            </w:r>
            <w:r w:rsidRPr="00242206">
              <w:t xml:space="preserve">AHC Agriculture, Horticulture and Conservation and Land Management Training Package Version </w:t>
            </w:r>
            <w:r>
              <w:rPr>
                <w:rStyle w:val="SITemporaryText-blue"/>
              </w:rPr>
              <w:t>X</w:t>
            </w:r>
            <w:r w:rsidRPr="00242206">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1B6FA60" w:rsidR="00F1480E" w:rsidRPr="000754EC" w:rsidRDefault="00E933B0" w:rsidP="000754EC">
            <w:pPr>
              <w:pStyle w:val="SIUNITCODE"/>
            </w:pPr>
            <w:r>
              <w:t>AHC</w:t>
            </w:r>
            <w:r w:rsidR="003D2DDF">
              <w:t>S</w:t>
            </w:r>
            <w:r w:rsidR="008934B0">
              <w:t>DT301</w:t>
            </w:r>
          </w:p>
        </w:tc>
        <w:tc>
          <w:tcPr>
            <w:tcW w:w="3604" w:type="pct"/>
            <w:shd w:val="clear" w:color="auto" w:fill="auto"/>
          </w:tcPr>
          <w:p w14:paraId="68240ED7" w14:textId="63AFD4DE" w:rsidR="00F1480E" w:rsidRPr="000754EC" w:rsidRDefault="008934B0" w:rsidP="000754EC">
            <w:pPr>
              <w:pStyle w:val="SIUnittitle"/>
            </w:pPr>
            <w:r w:rsidRPr="008934B0">
              <w:t>Prepare a working sample</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742E477" w14:textId="0A80EE05" w:rsidR="008934B0" w:rsidRPr="008934B0" w:rsidRDefault="008934B0" w:rsidP="008934B0">
            <w:pPr>
              <w:pStyle w:val="SIText"/>
            </w:pPr>
            <w:r w:rsidRPr="008934B0">
              <w:t>This unit of competency describes the skills and knowledge required to obtaining a working sample from a seed sample submitted for testing</w:t>
            </w:r>
            <w:r w:rsidR="000B7A26">
              <w:t>.</w:t>
            </w:r>
          </w:p>
          <w:p w14:paraId="2C4365C6" w14:textId="77777777" w:rsidR="008934B0" w:rsidRPr="008934B0" w:rsidRDefault="008934B0" w:rsidP="008934B0">
            <w:pPr>
              <w:pStyle w:val="SIText"/>
            </w:pPr>
          </w:p>
          <w:p w14:paraId="30A42DC7" w14:textId="0F37EB05" w:rsidR="008934B0" w:rsidRPr="008934B0" w:rsidRDefault="00455BB7" w:rsidP="008934B0">
            <w:pPr>
              <w:pStyle w:val="SIText"/>
            </w:pPr>
            <w:r>
              <w:t>The unit applies to individuals</w:t>
            </w:r>
            <w:r w:rsidR="008934B0" w:rsidRPr="008934B0">
              <w:t xml:space="preserve"> who take responsibility for their own work and for the quality of the work of others. They use discretion and judgement in the selection, allocation and use of available resources. All work is carried out to comply with workplace procedures.</w:t>
            </w:r>
          </w:p>
          <w:p w14:paraId="257D04C2" w14:textId="77777777" w:rsidR="008934B0" w:rsidRPr="008934B0" w:rsidRDefault="008934B0" w:rsidP="008934B0">
            <w:pPr>
              <w:pStyle w:val="SIText"/>
            </w:pPr>
          </w:p>
          <w:p w14:paraId="034C6C33" w14:textId="7E3F9B3E" w:rsidR="00373436" w:rsidRPr="000754EC" w:rsidRDefault="00146B65" w:rsidP="008934B0">
            <w:pPr>
              <w:pStyle w:val="SIText"/>
            </w:pPr>
            <w:r>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7B2A4B7D"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6F20CF7D" w:rsidR="00F1480E" w:rsidRPr="000754EC" w:rsidRDefault="003D2DDF" w:rsidP="000754EC">
            <w:pPr>
              <w:pStyle w:val="SIText"/>
            </w:pPr>
            <w:r>
              <w:t xml:space="preserve">Seed </w:t>
            </w:r>
            <w:r w:rsidR="0096262C">
              <w:t>Testing</w:t>
            </w:r>
            <w:r>
              <w:t xml:space="preserve"> (SD</w:t>
            </w:r>
            <w:r w:rsidR="0096262C">
              <w:t>T</w:t>
            </w:r>
            <w:r>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934B0" w:rsidRPr="00963A46" w14:paraId="2F5B2555" w14:textId="77777777" w:rsidTr="00CA2922">
        <w:trPr>
          <w:cantSplit/>
        </w:trPr>
        <w:tc>
          <w:tcPr>
            <w:tcW w:w="1396" w:type="pct"/>
            <w:shd w:val="clear" w:color="auto" w:fill="auto"/>
          </w:tcPr>
          <w:p w14:paraId="06314A52" w14:textId="16E24CB0" w:rsidR="008934B0" w:rsidRPr="008934B0" w:rsidRDefault="008934B0" w:rsidP="008934B0">
            <w:pPr>
              <w:pStyle w:val="SIText"/>
            </w:pPr>
            <w:r w:rsidRPr="008934B0">
              <w:t>1. Receive submitted sample</w:t>
            </w:r>
          </w:p>
        </w:tc>
        <w:tc>
          <w:tcPr>
            <w:tcW w:w="3604" w:type="pct"/>
            <w:shd w:val="clear" w:color="auto" w:fill="auto"/>
          </w:tcPr>
          <w:p w14:paraId="06A1BC60" w14:textId="0AF06E2B" w:rsidR="008934B0" w:rsidRPr="008934B0" w:rsidRDefault="008934B0" w:rsidP="008934B0">
            <w:r w:rsidRPr="008934B0">
              <w:t>1.1 Receive submitted sample and verify documentation</w:t>
            </w:r>
          </w:p>
          <w:p w14:paraId="05C472EB" w14:textId="44BF0EBC" w:rsidR="008934B0" w:rsidRPr="008934B0" w:rsidRDefault="008934B0" w:rsidP="008934B0">
            <w:r w:rsidRPr="008934B0">
              <w:t xml:space="preserve">1.2 </w:t>
            </w:r>
            <w:r w:rsidR="00323653">
              <w:t>Assess sample for compliance with documentation and laboratory standards and report inconsistencies to supervisor</w:t>
            </w:r>
          </w:p>
          <w:p w14:paraId="5C7942C7" w14:textId="5C7F99A1" w:rsidR="008934B0" w:rsidRPr="008934B0" w:rsidRDefault="008934B0" w:rsidP="008934B0">
            <w:r w:rsidRPr="008934B0">
              <w:t xml:space="preserve">1.3 </w:t>
            </w:r>
            <w:r w:rsidR="003821E5">
              <w:t>L</w:t>
            </w:r>
            <w:r w:rsidRPr="008934B0">
              <w:t>abel</w:t>
            </w:r>
            <w:r w:rsidR="00323653">
              <w:t xml:space="preserve"> sample and update records according to workplace procedures and industry standards</w:t>
            </w:r>
          </w:p>
          <w:p w14:paraId="3303BDB0" w14:textId="2635AD3A" w:rsidR="008934B0" w:rsidRPr="008934B0" w:rsidRDefault="008934B0" w:rsidP="008934B0">
            <w:r w:rsidRPr="008934B0">
              <w:t xml:space="preserve">1.4 Prepare submitted sample for testing </w:t>
            </w:r>
            <w:r w:rsidR="00323653">
              <w:t xml:space="preserve">according to timeframes specified in workplace procedures and documentation </w:t>
            </w:r>
          </w:p>
          <w:p w14:paraId="1696B99B" w14:textId="28AD9D71" w:rsidR="008934B0" w:rsidRPr="008934B0" w:rsidRDefault="008934B0" w:rsidP="003821E5">
            <w:r w:rsidRPr="008934B0">
              <w:t xml:space="preserve">1.5 Handle </w:t>
            </w:r>
            <w:r w:rsidR="00323653">
              <w:t xml:space="preserve">and store </w:t>
            </w:r>
            <w:r w:rsidRPr="008934B0">
              <w:t xml:space="preserve">submitted sample </w:t>
            </w:r>
            <w:r w:rsidR="00323653">
              <w:t xml:space="preserve">according to workplace procedures and industry specifications for </w:t>
            </w:r>
            <w:r w:rsidRPr="008934B0">
              <w:t>species</w:t>
            </w:r>
          </w:p>
        </w:tc>
      </w:tr>
      <w:tr w:rsidR="008934B0" w:rsidRPr="00963A46" w14:paraId="6D79A7FA" w14:textId="77777777" w:rsidTr="00CA2922">
        <w:trPr>
          <w:cantSplit/>
        </w:trPr>
        <w:tc>
          <w:tcPr>
            <w:tcW w:w="1396" w:type="pct"/>
            <w:shd w:val="clear" w:color="auto" w:fill="auto"/>
          </w:tcPr>
          <w:p w14:paraId="56B4064B" w14:textId="3FAFD53F" w:rsidR="008934B0" w:rsidRPr="008934B0" w:rsidRDefault="008934B0" w:rsidP="008934B0">
            <w:pPr>
              <w:pStyle w:val="SIText"/>
            </w:pPr>
            <w:r w:rsidRPr="008934B0">
              <w:t>2. Reduce sample</w:t>
            </w:r>
          </w:p>
        </w:tc>
        <w:tc>
          <w:tcPr>
            <w:tcW w:w="3604" w:type="pct"/>
            <w:shd w:val="clear" w:color="auto" w:fill="auto"/>
          </w:tcPr>
          <w:p w14:paraId="7C423F1C" w14:textId="1FA6F197" w:rsidR="008934B0" w:rsidRPr="008934B0" w:rsidRDefault="008934B0" w:rsidP="008934B0">
            <w:r w:rsidRPr="008934B0">
              <w:t xml:space="preserve">2.1 </w:t>
            </w:r>
            <w:r w:rsidR="00323653">
              <w:t>Ensure</w:t>
            </w:r>
            <w:r w:rsidR="00323653" w:rsidRPr="008934B0">
              <w:t xml:space="preserve"> </w:t>
            </w:r>
            <w:r w:rsidRPr="008934B0">
              <w:t xml:space="preserve">working area and equipment </w:t>
            </w:r>
            <w:r w:rsidR="00323653">
              <w:t>is</w:t>
            </w:r>
            <w:r w:rsidR="00323653" w:rsidRPr="008934B0">
              <w:t xml:space="preserve"> </w:t>
            </w:r>
            <w:r w:rsidRPr="008934B0">
              <w:t>clean</w:t>
            </w:r>
            <w:r w:rsidR="00323653">
              <w:t xml:space="preserve"> and free of contaminants</w:t>
            </w:r>
          </w:p>
          <w:p w14:paraId="410B3623" w14:textId="327010B5" w:rsidR="00323653" w:rsidRDefault="003821E5" w:rsidP="008934B0">
            <w:r>
              <w:t>2.2 I</w:t>
            </w:r>
            <w:r w:rsidR="00323653">
              <w:t>dentify and use equipment suitable for dividing sample</w:t>
            </w:r>
            <w:r>
              <w:t>s</w:t>
            </w:r>
            <w:r w:rsidR="00323653">
              <w:t xml:space="preserve"> according to workplace procedures and industry specifications for </w:t>
            </w:r>
            <w:r w:rsidR="00323653" w:rsidRPr="008934B0">
              <w:t>species</w:t>
            </w:r>
            <w:r w:rsidR="00323653">
              <w:t xml:space="preserve"> </w:t>
            </w:r>
          </w:p>
          <w:p w14:paraId="7943DF10" w14:textId="698D594D" w:rsidR="008934B0" w:rsidRPr="008934B0" w:rsidRDefault="008934B0" w:rsidP="008934B0">
            <w:r w:rsidRPr="008934B0">
              <w:t xml:space="preserve">2.3 </w:t>
            </w:r>
            <w:r w:rsidR="003821E5">
              <w:t>R</w:t>
            </w:r>
            <w:r w:rsidRPr="008934B0">
              <w:t>educ</w:t>
            </w:r>
            <w:r w:rsidR="003821E5">
              <w:t xml:space="preserve">e sample size </w:t>
            </w:r>
            <w:r w:rsidR="003821E5" w:rsidRPr="008934B0">
              <w:t xml:space="preserve">to equal or greater than </w:t>
            </w:r>
            <w:r w:rsidR="003821E5" w:rsidRPr="003821E5">
              <w:t>required working sample</w:t>
            </w:r>
            <w:r w:rsidR="003821E5">
              <w:t xml:space="preserve"> </w:t>
            </w:r>
            <w:r w:rsidR="00323653">
              <w:t>according to workplace and industry procedures</w:t>
            </w:r>
          </w:p>
          <w:p w14:paraId="69244DE3" w14:textId="109BB63A" w:rsidR="008934B0" w:rsidRPr="008934B0" w:rsidRDefault="008934B0" w:rsidP="008934B0">
            <w:r w:rsidRPr="008934B0">
              <w:t>2.</w:t>
            </w:r>
            <w:r w:rsidR="003821E5">
              <w:t>4</w:t>
            </w:r>
            <w:r w:rsidRPr="008934B0">
              <w:t xml:space="preserve"> </w:t>
            </w:r>
            <w:r w:rsidR="003821E5">
              <w:t>Package</w:t>
            </w:r>
            <w:r w:rsidR="003821E5" w:rsidRPr="008934B0">
              <w:t xml:space="preserve"> </w:t>
            </w:r>
            <w:r w:rsidRPr="008934B0">
              <w:t>working sample for testing</w:t>
            </w:r>
            <w:r w:rsidR="003821E5">
              <w:t xml:space="preserve"> according to procedures</w:t>
            </w:r>
          </w:p>
          <w:p w14:paraId="6BB72E57" w14:textId="028DAE8F" w:rsidR="008934B0" w:rsidRPr="008934B0" w:rsidRDefault="008934B0" w:rsidP="003821E5">
            <w:pPr>
              <w:pStyle w:val="SIText"/>
            </w:pPr>
            <w:r w:rsidRPr="008934B0">
              <w:t>2.</w:t>
            </w:r>
            <w:r w:rsidR="003821E5">
              <w:t>5</w:t>
            </w:r>
            <w:r w:rsidRPr="008934B0">
              <w:t xml:space="preserve"> </w:t>
            </w:r>
            <w:r w:rsidR="003821E5">
              <w:t>Update sample</w:t>
            </w:r>
            <w:r w:rsidR="003821E5" w:rsidRPr="008934B0">
              <w:t xml:space="preserve"> </w:t>
            </w:r>
            <w:r w:rsidRPr="008934B0">
              <w:t>labelling and record</w:t>
            </w:r>
            <w:r w:rsidR="003821E5">
              <w:t>s according to workplace procedures and industry specifications</w:t>
            </w:r>
          </w:p>
        </w:tc>
      </w:tr>
      <w:tr w:rsidR="008934B0" w:rsidRPr="00963A46" w14:paraId="37FB423D" w14:textId="77777777" w:rsidTr="00CA2922">
        <w:trPr>
          <w:cantSplit/>
        </w:trPr>
        <w:tc>
          <w:tcPr>
            <w:tcW w:w="1396" w:type="pct"/>
            <w:shd w:val="clear" w:color="auto" w:fill="auto"/>
          </w:tcPr>
          <w:p w14:paraId="274413CE" w14:textId="52C39FDE" w:rsidR="008934B0" w:rsidRPr="008934B0" w:rsidRDefault="008934B0" w:rsidP="008934B0">
            <w:pPr>
              <w:pStyle w:val="SIText"/>
            </w:pPr>
            <w:r w:rsidRPr="008934B0">
              <w:t>3. Store working sample after testing</w:t>
            </w:r>
          </w:p>
        </w:tc>
        <w:tc>
          <w:tcPr>
            <w:tcW w:w="3604" w:type="pct"/>
            <w:shd w:val="clear" w:color="auto" w:fill="auto"/>
          </w:tcPr>
          <w:p w14:paraId="5EEA2C14" w14:textId="0862DB0F" w:rsidR="008934B0" w:rsidRPr="008934B0" w:rsidRDefault="008934B0" w:rsidP="008934B0">
            <w:r w:rsidRPr="008934B0">
              <w:t xml:space="preserve">3.1 </w:t>
            </w:r>
            <w:r w:rsidR="003821E5">
              <w:t>Receive tested samples and v</w:t>
            </w:r>
            <w:r w:rsidRPr="008934B0">
              <w:t>erify records and labels before storing</w:t>
            </w:r>
          </w:p>
          <w:p w14:paraId="58A9D7A7" w14:textId="77777777" w:rsidR="008934B0" w:rsidRPr="008934B0" w:rsidRDefault="008934B0" w:rsidP="008934B0">
            <w:r w:rsidRPr="008934B0">
              <w:t>3.2 Handle samples according to enterprise guidelines where live insects have been detected before storage</w:t>
            </w:r>
          </w:p>
          <w:p w14:paraId="79B88CB7" w14:textId="06C2FA16" w:rsidR="008934B0" w:rsidRPr="008934B0" w:rsidRDefault="008934B0" w:rsidP="008934B0">
            <w:r w:rsidRPr="008934B0">
              <w:t>3.3 Store samples after testing in environmental conditions that minimise changes in seed quality traits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commentRangeStart w:id="1"/>
            <w:r w:rsidR="00FD557D" w:rsidRPr="00041E59">
              <w:t>F</w:t>
            </w:r>
            <w:r w:rsidR="00FD557D" w:rsidRPr="000754EC">
              <w:t>oundation Skills</w:t>
            </w:r>
            <w:commentRangeEnd w:id="1"/>
            <w:r w:rsidR="00F34397">
              <w:rPr>
                <w:b w:val="0"/>
                <w:sz w:val="20"/>
                <w:szCs w:val="22"/>
                <w:lang w:eastAsia="en-AU"/>
              </w:rPr>
              <w:commentReference w:id="1"/>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2206" w:rsidRPr="00336FCA" w:rsidDel="00423CB2" w14:paraId="1CF24FD6" w14:textId="77777777" w:rsidTr="00CA2922">
        <w:tc>
          <w:tcPr>
            <w:tcW w:w="1396" w:type="pct"/>
          </w:tcPr>
          <w:p w14:paraId="6D88B952" w14:textId="39196297" w:rsidR="00242206" w:rsidRPr="00242206" w:rsidRDefault="00242206" w:rsidP="00242206">
            <w:pPr>
              <w:pStyle w:val="SIText"/>
              <w:rPr>
                <w:rStyle w:val="SITemporaryText-red"/>
              </w:rPr>
            </w:pPr>
            <w:r w:rsidRPr="00242206">
              <w:t>Reading</w:t>
            </w:r>
          </w:p>
        </w:tc>
        <w:tc>
          <w:tcPr>
            <w:tcW w:w="3604" w:type="pct"/>
          </w:tcPr>
          <w:p w14:paraId="1B7CC730" w14:textId="5DB1CB6D" w:rsidR="00242206" w:rsidRPr="00242206" w:rsidRDefault="00242206" w:rsidP="00242206">
            <w:pPr>
              <w:pStyle w:val="SIBulletList1"/>
              <w:rPr>
                <w:rStyle w:val="SITemporaryText-red"/>
              </w:rPr>
            </w:pPr>
          </w:p>
        </w:tc>
      </w:tr>
      <w:tr w:rsidR="00242206" w:rsidRPr="00336FCA" w:rsidDel="00423CB2" w14:paraId="1D3AF5EE" w14:textId="77777777" w:rsidTr="00CA2922">
        <w:tc>
          <w:tcPr>
            <w:tcW w:w="1396" w:type="pct"/>
          </w:tcPr>
          <w:p w14:paraId="16ED7E97" w14:textId="08D5F7A8" w:rsidR="00242206" w:rsidRPr="00242206" w:rsidRDefault="00242206" w:rsidP="00242206">
            <w:pPr>
              <w:pStyle w:val="SIText"/>
              <w:rPr>
                <w:rStyle w:val="SITemporaryText-red"/>
              </w:rPr>
            </w:pPr>
            <w:r w:rsidRPr="00242206">
              <w:t xml:space="preserve">Writing </w:t>
            </w:r>
          </w:p>
        </w:tc>
        <w:tc>
          <w:tcPr>
            <w:tcW w:w="3604" w:type="pct"/>
          </w:tcPr>
          <w:p w14:paraId="0F32718D" w14:textId="49F21F93" w:rsidR="00242206" w:rsidRPr="00242206" w:rsidRDefault="00242206" w:rsidP="00242206">
            <w:pPr>
              <w:pStyle w:val="SIBulletList1"/>
              <w:rPr>
                <w:rStyle w:val="SITemporaryText-red"/>
                <w:rFonts w:eastAsia="Calibri"/>
              </w:rPr>
            </w:pPr>
          </w:p>
        </w:tc>
      </w:tr>
      <w:tr w:rsidR="00242206" w:rsidRPr="00336FCA" w:rsidDel="00423CB2" w14:paraId="03BB9C6A" w14:textId="77777777" w:rsidTr="00CA2922">
        <w:tc>
          <w:tcPr>
            <w:tcW w:w="1396" w:type="pct"/>
          </w:tcPr>
          <w:p w14:paraId="79F97EC7" w14:textId="17CE718C" w:rsidR="00242206" w:rsidRPr="00242206" w:rsidRDefault="00242206" w:rsidP="00242206">
            <w:pPr>
              <w:pStyle w:val="SIText"/>
              <w:rPr>
                <w:rStyle w:val="SITemporaryText-red"/>
              </w:rPr>
            </w:pPr>
            <w:r w:rsidRPr="00242206">
              <w:t>Oral Communication</w:t>
            </w:r>
          </w:p>
        </w:tc>
        <w:tc>
          <w:tcPr>
            <w:tcW w:w="3604" w:type="pct"/>
          </w:tcPr>
          <w:p w14:paraId="4DAD12EB" w14:textId="600039C4" w:rsidR="00242206" w:rsidRPr="00242206" w:rsidRDefault="00242206" w:rsidP="00242206">
            <w:pPr>
              <w:pStyle w:val="SIBulletList1"/>
              <w:rPr>
                <w:rStyle w:val="SITemporaryText-red"/>
                <w:rFonts w:eastAsia="Calibri"/>
              </w:rPr>
            </w:pPr>
          </w:p>
        </w:tc>
      </w:tr>
      <w:tr w:rsidR="00242206" w:rsidRPr="00336FCA" w:rsidDel="00423CB2" w14:paraId="73B76A11" w14:textId="77777777" w:rsidTr="00CA2922">
        <w:tc>
          <w:tcPr>
            <w:tcW w:w="1396" w:type="pct"/>
          </w:tcPr>
          <w:p w14:paraId="79396F4B" w14:textId="1B8CA6F6" w:rsidR="00242206" w:rsidRPr="00242206" w:rsidRDefault="00242206" w:rsidP="00242206">
            <w:pPr>
              <w:pStyle w:val="SIText"/>
              <w:rPr>
                <w:rStyle w:val="SITemporaryText-red"/>
              </w:rPr>
            </w:pPr>
            <w:r w:rsidRPr="00242206">
              <w:t>Numeracy</w:t>
            </w:r>
          </w:p>
        </w:tc>
        <w:tc>
          <w:tcPr>
            <w:tcW w:w="3604" w:type="pct"/>
          </w:tcPr>
          <w:p w14:paraId="2B6F9BC4" w14:textId="77777777" w:rsidR="00242206" w:rsidRPr="00242206" w:rsidRDefault="00242206" w:rsidP="00242206">
            <w:pPr>
              <w:pStyle w:val="SIBulletList1"/>
              <w:rPr>
                <w:rStyle w:val="SITemporaryText-red"/>
                <w:rFonts w:eastAsia="Calibri"/>
              </w:rPr>
            </w:pP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2D1CD9" w14:paraId="7EFB7203" w14:textId="77777777" w:rsidTr="00F33FF2">
        <w:tc>
          <w:tcPr>
            <w:tcW w:w="1028" w:type="pct"/>
          </w:tcPr>
          <w:p w14:paraId="3842E75C" w14:textId="77777777" w:rsidR="00DA54B5" w:rsidRPr="002D1CD9" w:rsidRDefault="00242206" w:rsidP="002D1CD9">
            <w:pPr>
              <w:pStyle w:val="SIText"/>
            </w:pPr>
            <w:r w:rsidRPr="002D1CD9">
              <w:t>AHCSDT301 Prepare a working sample</w:t>
            </w:r>
          </w:p>
          <w:p w14:paraId="6B803FA7" w14:textId="00211870" w:rsidR="00242206" w:rsidRPr="002D1CD9" w:rsidRDefault="00242206" w:rsidP="002D1CD9">
            <w:pPr>
              <w:pStyle w:val="SIText"/>
            </w:pPr>
            <w:r w:rsidRPr="002D1CD9">
              <w:t>Release 2</w:t>
            </w:r>
          </w:p>
        </w:tc>
        <w:tc>
          <w:tcPr>
            <w:tcW w:w="1105" w:type="pct"/>
          </w:tcPr>
          <w:p w14:paraId="5A76E7E6" w14:textId="77777777" w:rsidR="00DA54B5" w:rsidRPr="002D1CD9" w:rsidRDefault="00242206">
            <w:pPr>
              <w:pStyle w:val="SIText"/>
            </w:pPr>
            <w:r w:rsidRPr="002D1CD9">
              <w:t>AHCSDT301 Prepare a working sample</w:t>
            </w:r>
          </w:p>
          <w:p w14:paraId="3216D365" w14:textId="2D7D3ABB" w:rsidR="00242206" w:rsidRPr="002D1CD9" w:rsidRDefault="00242206">
            <w:pPr>
              <w:pStyle w:val="SIText"/>
            </w:pPr>
            <w:r w:rsidRPr="002D1CD9">
              <w:t>Release 1</w:t>
            </w:r>
          </w:p>
        </w:tc>
        <w:tc>
          <w:tcPr>
            <w:tcW w:w="1251" w:type="pct"/>
          </w:tcPr>
          <w:p w14:paraId="30B8888F" w14:textId="5680DED0" w:rsidR="00DA54B5" w:rsidRPr="002D1CD9" w:rsidRDefault="00F34397">
            <w:pPr>
              <w:pStyle w:val="SIText"/>
            </w:pPr>
            <w:r w:rsidRPr="002D1CD9">
              <w:t>Edited Application. Minor changes made to Performance Criteria. Added foundation skills. Updated Performance Evidence, Knowledge evidence and Assessment Conditions</w:t>
            </w:r>
          </w:p>
        </w:tc>
        <w:tc>
          <w:tcPr>
            <w:tcW w:w="1616" w:type="pct"/>
          </w:tcPr>
          <w:p w14:paraId="325B98A3" w14:textId="53735E27" w:rsidR="00DA54B5" w:rsidRPr="002D1CD9" w:rsidRDefault="00F34397">
            <w:pPr>
              <w:pStyle w:val="SIText"/>
            </w:pPr>
            <w:r w:rsidRPr="002D1CD9">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32333CB0" w:rsidR="00556C4C" w:rsidRPr="000754EC" w:rsidRDefault="00556C4C" w:rsidP="000754EC">
            <w:pPr>
              <w:pStyle w:val="SIUnittitle"/>
            </w:pPr>
            <w:r w:rsidRPr="00F56827">
              <w:t xml:space="preserve">Assessment requirements for </w:t>
            </w:r>
            <w:r w:rsidR="008934B0" w:rsidRPr="008934B0">
              <w:t>AHCSDT301 Prepare a working sample</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A339C" w14:paraId="35611450" w14:textId="77777777" w:rsidTr="00113678">
        <w:tc>
          <w:tcPr>
            <w:tcW w:w="5000" w:type="pct"/>
            <w:gridSpan w:val="2"/>
            <w:shd w:val="clear" w:color="auto" w:fill="auto"/>
          </w:tcPr>
          <w:p w14:paraId="2A62F8E7" w14:textId="1FA5DCEE" w:rsidR="008934B0" w:rsidRPr="00DA339C" w:rsidRDefault="00DA54B5" w:rsidP="00DA339C">
            <w:pPr>
              <w:pStyle w:val="SIText"/>
            </w:pPr>
            <w:r w:rsidRPr="00DA339C">
              <w:t xml:space="preserve">An individual demonstrating competency must satisfy </w:t>
            </w:r>
            <w:proofErr w:type="gramStart"/>
            <w:r w:rsidRPr="00DA339C">
              <w:t>all of</w:t>
            </w:r>
            <w:proofErr w:type="gramEnd"/>
            <w:r w:rsidRPr="00DA339C">
              <w:t xml:space="preserve"> the elements and performance criteria in this unit. </w:t>
            </w:r>
          </w:p>
          <w:p w14:paraId="31F37A41" w14:textId="1BFFC7FB" w:rsidR="008934B0" w:rsidRPr="00DA339C" w:rsidRDefault="002C6926" w:rsidP="00DA339C">
            <w:pPr>
              <w:pStyle w:val="SIText"/>
            </w:pPr>
            <w:r w:rsidRPr="00DA339C">
              <w:t xml:space="preserve">There must be evidence that the individual has </w:t>
            </w:r>
            <w:r w:rsidR="000B7A26" w:rsidRPr="00DA339C">
              <w:t xml:space="preserve">for at </w:t>
            </w:r>
            <w:commentRangeStart w:id="2"/>
            <w:r w:rsidR="000B7A26" w:rsidRPr="00DA339C">
              <w:t>least 5 samples</w:t>
            </w:r>
            <w:commentRangeEnd w:id="2"/>
            <w:r w:rsidR="00DA339C">
              <w:rPr>
                <w:lang w:eastAsia="en-AU"/>
              </w:rPr>
              <w:commentReference w:id="2"/>
            </w:r>
            <w:r w:rsidR="000B7A26" w:rsidRPr="00DA339C">
              <w:t>:</w:t>
            </w:r>
          </w:p>
          <w:p w14:paraId="49FFEF93" w14:textId="10C60570" w:rsidR="008934B0" w:rsidRPr="00DA339C" w:rsidRDefault="008934B0" w:rsidP="00DA339C">
            <w:pPr>
              <w:pStyle w:val="SIBulletList1"/>
            </w:pPr>
            <w:r w:rsidRPr="00DA339C">
              <w:t>obtain</w:t>
            </w:r>
            <w:r w:rsidR="000B7A26" w:rsidRPr="00DA339C">
              <w:t>ed</w:t>
            </w:r>
            <w:r w:rsidRPr="00DA339C">
              <w:t xml:space="preserve"> a working sample from a seed sample submitted for testing</w:t>
            </w:r>
          </w:p>
          <w:p w14:paraId="7A96B031" w14:textId="17CB5D6D" w:rsidR="008934B0" w:rsidRPr="00DA339C" w:rsidRDefault="008934B0" w:rsidP="00DA339C">
            <w:pPr>
              <w:pStyle w:val="SIBulletList1"/>
            </w:pPr>
            <w:r w:rsidRPr="00DA339C">
              <w:t>receive</w:t>
            </w:r>
            <w:r w:rsidR="000B7A26" w:rsidRPr="00DA339C">
              <w:t>d</w:t>
            </w:r>
            <w:r w:rsidRPr="00DA339C">
              <w:t xml:space="preserve"> submitted samples</w:t>
            </w:r>
          </w:p>
          <w:p w14:paraId="01F2472F" w14:textId="7A71E71F" w:rsidR="008934B0" w:rsidRPr="00DA339C" w:rsidRDefault="008934B0" w:rsidP="00DA339C">
            <w:pPr>
              <w:pStyle w:val="SIBulletList1"/>
            </w:pPr>
            <w:r w:rsidRPr="00DA339C">
              <w:t>reduce</w:t>
            </w:r>
            <w:r w:rsidR="000B7A26" w:rsidRPr="00DA339C">
              <w:t>d</w:t>
            </w:r>
            <w:r w:rsidRPr="00DA339C">
              <w:t xml:space="preserve"> samples</w:t>
            </w:r>
            <w:r w:rsidR="000B7A26" w:rsidRPr="00DA339C">
              <w:t xml:space="preserve"> to a size consistent with documentation and industry standards</w:t>
            </w:r>
          </w:p>
          <w:p w14:paraId="3F4E2EAA" w14:textId="42868BFA" w:rsidR="00556C4C" w:rsidRPr="00DA339C" w:rsidRDefault="008934B0" w:rsidP="00DA339C">
            <w:pPr>
              <w:pStyle w:val="SIBulletList1"/>
            </w:pPr>
            <w:r w:rsidRPr="00DA339C">
              <w:t>store</w:t>
            </w:r>
            <w:r w:rsidR="000B7A26" w:rsidRPr="00DA339C">
              <w:t>d</w:t>
            </w:r>
            <w:r w:rsidRPr="00DA339C">
              <w:t xml:space="preserve"> samples </w:t>
            </w:r>
            <w:r w:rsidR="000B7A26" w:rsidRPr="00DA339C">
              <w:t xml:space="preserve">following </w:t>
            </w:r>
            <w:r w:rsidRPr="00DA339C">
              <w:t>testing</w:t>
            </w:r>
            <w:r w:rsidR="000B7A26" w:rsidRPr="00DA339C">
              <w:t xml:space="preserve"> to preserve their integrity.</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D8F26E7" w14:textId="2292505C" w:rsidR="008934B0" w:rsidRPr="008934B0" w:rsidRDefault="00512C7F" w:rsidP="008934B0">
            <w:pPr>
              <w:pStyle w:val="SIBulletList2"/>
              <w:numPr>
                <w:ilvl w:val="0"/>
                <w:numId w:val="0"/>
              </w:numPr>
            </w:pPr>
            <w:r>
              <w:t>An individual must be able to demonstrate the knowledge required to perform the tasks outlined in the elements and performance criteria of this unit. This includes knowledge of:</w:t>
            </w:r>
          </w:p>
          <w:p w14:paraId="5528F949" w14:textId="77777777" w:rsidR="008934B0" w:rsidRPr="008934B0" w:rsidRDefault="008934B0" w:rsidP="008934B0">
            <w:pPr>
              <w:pStyle w:val="SIBulletList1"/>
            </w:pPr>
            <w:r w:rsidRPr="008934B0">
              <w:t>enterprise standard operating procedures (SOPs)</w:t>
            </w:r>
          </w:p>
          <w:p w14:paraId="1FF04FB2" w14:textId="77777777" w:rsidR="008934B0" w:rsidRPr="008934B0" w:rsidRDefault="008934B0" w:rsidP="008934B0">
            <w:pPr>
              <w:pStyle w:val="SIBulletList2"/>
            </w:pPr>
            <w:r w:rsidRPr="008934B0">
              <w:t>mechanical dividers and their applications</w:t>
            </w:r>
          </w:p>
          <w:p w14:paraId="612E21E6" w14:textId="77777777" w:rsidR="008934B0" w:rsidRPr="008934B0" w:rsidRDefault="008934B0" w:rsidP="008934B0">
            <w:pPr>
              <w:pStyle w:val="SIBulletList2"/>
            </w:pPr>
            <w:r w:rsidRPr="008934B0">
              <w:t>procedures for obtaining working samples for different tests</w:t>
            </w:r>
          </w:p>
          <w:p w14:paraId="41D76446" w14:textId="77777777" w:rsidR="008934B0" w:rsidRPr="008934B0" w:rsidRDefault="008934B0" w:rsidP="008934B0">
            <w:pPr>
              <w:pStyle w:val="SIBulletList2"/>
            </w:pPr>
            <w:r w:rsidRPr="008934B0">
              <w:t>relevant work health, safety and environment requirements</w:t>
            </w:r>
          </w:p>
          <w:p w14:paraId="7F2EA499" w14:textId="77777777" w:rsidR="008934B0" w:rsidRPr="008934B0" w:rsidRDefault="008934B0" w:rsidP="008934B0">
            <w:pPr>
              <w:pStyle w:val="SIBulletList2"/>
            </w:pPr>
            <w:r w:rsidRPr="008934B0">
              <w:t>sample reduction methods and apparatus</w:t>
            </w:r>
          </w:p>
          <w:p w14:paraId="3B6D7340" w14:textId="77777777" w:rsidR="008934B0" w:rsidRPr="008934B0" w:rsidRDefault="008934B0" w:rsidP="008934B0">
            <w:pPr>
              <w:pStyle w:val="SIBulletList2"/>
            </w:pPr>
            <w:r w:rsidRPr="008934B0">
              <w:t>seed handling and storage</w:t>
            </w:r>
          </w:p>
          <w:p w14:paraId="594042BC" w14:textId="37C36CC2" w:rsidR="00F1480E" w:rsidRPr="000754EC" w:rsidRDefault="008934B0" w:rsidP="00DA339C">
            <w:pPr>
              <w:pStyle w:val="SIBulletList2"/>
            </w:pPr>
            <w:r w:rsidRPr="008934B0">
              <w:t>the role</w:t>
            </w:r>
            <w:r w:rsidR="000B7A26">
              <w:t xml:space="preserve"> of and rules </w:t>
            </w:r>
            <w:r w:rsidRPr="008934B0">
              <w:t>of the International Seed Testing Association (ISTA)</w:t>
            </w:r>
            <w:r w:rsidR="000B7A26">
              <w:t>.</w:t>
            </w:r>
            <w:r w:rsidRPr="008934B0">
              <w:t xml:space="preserve"> </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0076A7" w14:paraId="4AECFB30" w14:textId="77777777" w:rsidTr="00CA2922">
        <w:tc>
          <w:tcPr>
            <w:tcW w:w="5000" w:type="pct"/>
            <w:shd w:val="clear" w:color="auto" w:fill="auto"/>
          </w:tcPr>
          <w:p w14:paraId="62D0ECC7" w14:textId="4ECE0AAE" w:rsidR="00DA54B5" w:rsidRPr="00F34397" w:rsidRDefault="00DA54B5" w:rsidP="00F34397">
            <w:r w:rsidRPr="00F34397">
              <w:t xml:space="preserve">Assessment of the skills in this unit of competency must take place under the following conditions: </w:t>
            </w:r>
          </w:p>
          <w:p w14:paraId="04186F1B" w14:textId="568A3175" w:rsidR="00DA54B5" w:rsidRPr="00F34397" w:rsidRDefault="00DA54B5" w:rsidP="00F34397">
            <w:pPr>
              <w:pStyle w:val="SIBulletList1"/>
            </w:pPr>
            <w:r w:rsidRPr="00F34397">
              <w:t>physical conditions:</w:t>
            </w:r>
          </w:p>
          <w:p w14:paraId="386B05FF" w14:textId="56098709" w:rsidR="00DA54B5" w:rsidRPr="00F34397" w:rsidRDefault="00DA54B5" w:rsidP="00F34397">
            <w:pPr>
              <w:pStyle w:val="SIBulletList2"/>
              <w:rPr>
                <w:rFonts w:eastAsia="Calibri"/>
              </w:rPr>
            </w:pPr>
            <w:r w:rsidRPr="00F34397">
              <w:t xml:space="preserve">skills must be demonstrated in </w:t>
            </w:r>
            <w:r w:rsidR="000B7A26" w:rsidRPr="00F34397">
              <w:t xml:space="preserve">a seed testing laboratory </w:t>
            </w:r>
            <w:r w:rsidRPr="00F34397">
              <w:t>or an environment that accurately represents workplace conditions</w:t>
            </w:r>
          </w:p>
          <w:p w14:paraId="7CD1E166" w14:textId="5BA96185" w:rsidR="00DA54B5" w:rsidRPr="00F34397" w:rsidRDefault="00DA54B5" w:rsidP="00F34397">
            <w:pPr>
              <w:pStyle w:val="SIBulletList1"/>
            </w:pPr>
            <w:r w:rsidRPr="00F34397">
              <w:t>resources, equipment and materials:</w:t>
            </w:r>
          </w:p>
          <w:p w14:paraId="1AC0F720" w14:textId="0C0F1259" w:rsidR="00DA54B5" w:rsidRPr="00F34397" w:rsidRDefault="000B7A26" w:rsidP="00F34397">
            <w:pPr>
              <w:pStyle w:val="SIBulletList2"/>
              <w:rPr>
                <w:rFonts w:eastAsia="Calibri"/>
              </w:rPr>
            </w:pPr>
            <w:r w:rsidRPr="00F34397">
              <w:rPr>
                <w:rFonts w:eastAsia="Calibri"/>
              </w:rPr>
              <w:t>seed samples with documentation for testing</w:t>
            </w:r>
          </w:p>
          <w:p w14:paraId="77D53DD8" w14:textId="55AEEE09" w:rsidR="00DA54B5" w:rsidRPr="00F34397" w:rsidRDefault="000B7A26" w:rsidP="00F34397">
            <w:pPr>
              <w:pStyle w:val="SIBulletList2"/>
              <w:rPr>
                <w:rFonts w:eastAsia="Calibri"/>
              </w:rPr>
            </w:pPr>
            <w:r w:rsidRPr="00F34397">
              <w:t>seed sampling equipment</w:t>
            </w:r>
          </w:p>
          <w:p w14:paraId="4E909DC2" w14:textId="6276257E" w:rsidR="000B7A26" w:rsidRPr="00F34397" w:rsidRDefault="000076A7">
            <w:pPr>
              <w:pStyle w:val="SIBulletList2"/>
              <w:rPr>
                <w:rFonts w:eastAsia="Calibri"/>
              </w:rPr>
            </w:pPr>
            <w:r>
              <w:t>r</w:t>
            </w:r>
            <w:r w:rsidR="000B7A26" w:rsidRPr="00F34397">
              <w:t>ecord</w:t>
            </w:r>
            <w:r>
              <w:t>ing</w:t>
            </w:r>
            <w:r w:rsidR="000B7A26" w:rsidRPr="00F34397">
              <w:t xml:space="preserve"> and labelling materials</w:t>
            </w:r>
          </w:p>
          <w:p w14:paraId="3D4B0BD2" w14:textId="7E8B1A91" w:rsidR="00DA54B5" w:rsidRPr="00F34397" w:rsidRDefault="00DA54B5">
            <w:pPr>
              <w:pStyle w:val="SIBulletList1"/>
              <w:rPr>
                <w:rFonts w:eastAsia="Calibri"/>
              </w:rPr>
            </w:pPr>
            <w:r w:rsidRPr="00F34397">
              <w:rPr>
                <w:rFonts w:eastAsia="Calibri"/>
              </w:rPr>
              <w:t>specifications:</w:t>
            </w:r>
          </w:p>
          <w:p w14:paraId="03115840" w14:textId="129F9EDF" w:rsidR="00DA54B5" w:rsidRPr="00F34397" w:rsidRDefault="00DA54B5">
            <w:pPr>
              <w:pStyle w:val="SIBulletList2"/>
              <w:rPr>
                <w:rFonts w:eastAsia="Calibri"/>
              </w:rPr>
            </w:pPr>
            <w:r w:rsidRPr="00F34397">
              <w:rPr>
                <w:rFonts w:eastAsia="Calibri"/>
              </w:rPr>
              <w:t>use of specific workplace procedures, processes, forms</w:t>
            </w:r>
            <w:r w:rsidR="000B7A26" w:rsidRPr="00F34397">
              <w:rPr>
                <w:rFonts w:eastAsia="Calibri"/>
              </w:rPr>
              <w:t xml:space="preserve"> for seed sampling</w:t>
            </w:r>
          </w:p>
          <w:p w14:paraId="4B734460" w14:textId="4F7AC957" w:rsidR="00DA54B5" w:rsidRPr="00F34397" w:rsidRDefault="00DA54B5">
            <w:pPr>
              <w:pStyle w:val="SIBulletList2"/>
              <w:rPr>
                <w:rFonts w:eastAsia="Calibri"/>
              </w:rPr>
            </w:pPr>
            <w:r w:rsidRPr="00F34397">
              <w:rPr>
                <w:rFonts w:eastAsia="Calibri"/>
              </w:rPr>
              <w:t xml:space="preserve">use of manufacturer’s operating instructions for </w:t>
            </w:r>
            <w:r w:rsidR="000B7A26" w:rsidRPr="00F34397">
              <w:rPr>
                <w:rFonts w:eastAsia="Calibri"/>
              </w:rPr>
              <w:t xml:space="preserve">sampling </w:t>
            </w:r>
            <w:r w:rsidRPr="00F34397">
              <w:rPr>
                <w:rFonts w:eastAsia="Calibri"/>
              </w:rPr>
              <w:t>equipment</w:t>
            </w:r>
          </w:p>
          <w:p w14:paraId="106A7384" w14:textId="0C887595" w:rsidR="00DA54B5" w:rsidRPr="00F34397" w:rsidRDefault="00DA54B5">
            <w:pPr>
              <w:pStyle w:val="SIBulletList2"/>
              <w:rPr>
                <w:rFonts w:eastAsia="Calibri"/>
              </w:rPr>
            </w:pPr>
            <w:r w:rsidRPr="00F34397">
              <w:rPr>
                <w:rFonts w:eastAsia="Calibri"/>
              </w:rPr>
              <w:t>use of workplace instructions</w:t>
            </w:r>
            <w:r w:rsidR="00DA339C" w:rsidRPr="00F34397">
              <w:rPr>
                <w:rFonts w:eastAsia="Calibri"/>
              </w:rPr>
              <w:t xml:space="preserve"> and seed sampling </w:t>
            </w:r>
            <w:r w:rsidRPr="00F34397">
              <w:rPr>
                <w:rFonts w:eastAsia="Calibri"/>
              </w:rPr>
              <w:t>specifications</w:t>
            </w:r>
          </w:p>
          <w:p w14:paraId="5EDE35FD" w14:textId="0AF586BE" w:rsidR="00DA54B5" w:rsidRPr="00F34397" w:rsidRDefault="00DA54B5">
            <w:pPr>
              <w:pStyle w:val="SIBulletList2"/>
              <w:rPr>
                <w:rFonts w:eastAsia="Calibri"/>
              </w:rPr>
            </w:pPr>
            <w:r w:rsidRPr="00F34397">
              <w:rPr>
                <w:rFonts w:eastAsia="Calibri"/>
              </w:rPr>
              <w:t xml:space="preserve">access to </w:t>
            </w:r>
            <w:r w:rsidR="00DA339C" w:rsidRPr="00F34397">
              <w:rPr>
                <w:rFonts w:eastAsia="Calibri"/>
              </w:rPr>
              <w:t xml:space="preserve">industry </w:t>
            </w:r>
            <w:r w:rsidRPr="00F34397">
              <w:rPr>
                <w:rFonts w:eastAsia="Calibri"/>
              </w:rPr>
              <w:t>codes of practice</w:t>
            </w:r>
            <w:r w:rsidR="00DA339C" w:rsidRPr="00F34397">
              <w:rPr>
                <w:rFonts w:eastAsia="Calibri"/>
              </w:rPr>
              <w:t xml:space="preserve"> and standards</w:t>
            </w:r>
          </w:p>
          <w:p w14:paraId="5264A952" w14:textId="714B6D44" w:rsidR="00DA339C" w:rsidRPr="00F34397" w:rsidRDefault="00DA54B5">
            <w:pPr>
              <w:pStyle w:val="SIBulletList1"/>
            </w:pPr>
            <w:r w:rsidRPr="00F34397">
              <w:t xml:space="preserve">relationships: </w:t>
            </w:r>
          </w:p>
          <w:p w14:paraId="19987618" w14:textId="75ABABDB" w:rsidR="00DA54B5" w:rsidRPr="00F34397" w:rsidRDefault="00DA54B5">
            <w:pPr>
              <w:pStyle w:val="SIBulletList2"/>
            </w:pPr>
            <w:r w:rsidRPr="00F34397">
              <w:t>supervisor</w:t>
            </w:r>
          </w:p>
          <w:p w14:paraId="3DE0592A" w14:textId="77777777" w:rsidR="00DA54B5" w:rsidRPr="00F34397" w:rsidRDefault="00DA54B5" w:rsidP="00A9703F"/>
          <w:p w14:paraId="408F0CDB" w14:textId="384FF9DE" w:rsidR="003D2DDF" w:rsidRPr="00F34397" w:rsidRDefault="00DA54B5" w:rsidP="00A9703F">
            <w:pPr>
              <w:rPr>
                <w:rFonts w:eastAsia="Calibri"/>
              </w:rPr>
            </w:pPr>
            <w:r w:rsidRPr="00F34397">
              <w:t>Assessors of this unit must satisfy the requirements for assessors in applicable vocational education and training legislation, frameworks and/or standards.</w:t>
            </w:r>
            <w:r w:rsidR="00242206" w:rsidRPr="00F34397" w:rsidDel="00242206">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8F03DB"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21-01-10T13:28:00Z" w:initials="RB">
    <w:p w14:paraId="6221AD0A" w14:textId="57966CCC" w:rsidR="00F34397" w:rsidRDefault="00F34397">
      <w:r>
        <w:annotationRef/>
      </w:r>
      <w:r>
        <w:t>TBC following confirmation of PC's</w:t>
      </w:r>
    </w:p>
  </w:comment>
  <w:comment w:id="2" w:author="Ron Barrow" w:date="2021-01-10T13:25:00Z" w:initials="RB">
    <w:p w14:paraId="64394648" w14:textId="77777777" w:rsidR="00DA339C" w:rsidRDefault="00DA339C">
      <w:r>
        <w:annotationRef/>
      </w:r>
      <w:r>
        <w:t xml:space="preserve">Is this fair or </w:t>
      </w:r>
      <w:proofErr w:type="gramStart"/>
      <w:r>
        <w:t>sufficient</w:t>
      </w:r>
      <w:proofErr w:type="gramEnd"/>
      <w:r>
        <w:t>.</w:t>
      </w:r>
    </w:p>
    <w:p w14:paraId="34EB4B63" w14:textId="77777777" w:rsidR="00DA339C" w:rsidRDefault="00DA339C">
      <w:r>
        <w:t>Should samples be taken from different types of seed?</w:t>
      </w:r>
    </w:p>
    <w:p w14:paraId="6D110E37" w14:textId="496787EE" w:rsidR="00DA339C" w:rsidRDefault="00DA339C">
      <w:r>
        <w:t>Grains, legumes, pasture crops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21AD0A" w15:done="0"/>
  <w15:commentEx w15:paraId="6D110E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21AD0A" w16cid:durableId="23C24C95"/>
  <w16cid:commentId w16cid:paraId="6D110E37" w16cid:durableId="23C24C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8EF51" w14:textId="77777777" w:rsidR="008F03DB" w:rsidRDefault="008F03DB" w:rsidP="00BF3F0A">
      <w:r>
        <w:separator/>
      </w:r>
    </w:p>
    <w:p w14:paraId="5F21C21A" w14:textId="77777777" w:rsidR="008F03DB" w:rsidRDefault="008F03DB"/>
  </w:endnote>
  <w:endnote w:type="continuationSeparator" w:id="0">
    <w:p w14:paraId="4AE318EE" w14:textId="77777777" w:rsidR="008F03DB" w:rsidRDefault="008F03DB" w:rsidP="00BF3F0A">
      <w:r>
        <w:continuationSeparator/>
      </w:r>
    </w:p>
    <w:p w14:paraId="0540369C" w14:textId="77777777" w:rsidR="008F03DB" w:rsidRDefault="008F0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D1CD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18315" w14:textId="77777777" w:rsidR="008F03DB" w:rsidRDefault="008F03DB" w:rsidP="00BF3F0A">
      <w:r>
        <w:separator/>
      </w:r>
    </w:p>
    <w:p w14:paraId="15DE6BE9" w14:textId="77777777" w:rsidR="008F03DB" w:rsidRDefault="008F03DB"/>
  </w:footnote>
  <w:footnote w:type="continuationSeparator" w:id="0">
    <w:p w14:paraId="45FC5732" w14:textId="77777777" w:rsidR="008F03DB" w:rsidRDefault="008F03DB" w:rsidP="00BF3F0A">
      <w:r>
        <w:continuationSeparator/>
      </w:r>
    </w:p>
    <w:p w14:paraId="7CA9F8C5" w14:textId="77777777" w:rsidR="008F03DB" w:rsidRDefault="008F0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20E8796B" w:rsidR="009C2650" w:rsidRPr="008934B0" w:rsidRDefault="008934B0" w:rsidP="008934B0">
    <w:r w:rsidRPr="008934B0">
      <w:rPr>
        <w:lang w:eastAsia="en-US"/>
      </w:rPr>
      <w:t>AHCSDT301 Prepare a working sample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076A7"/>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B7A26"/>
    <w:rsid w:val="000C149A"/>
    <w:rsid w:val="000C224E"/>
    <w:rsid w:val="000E25E6"/>
    <w:rsid w:val="000E2C86"/>
    <w:rsid w:val="000F29F2"/>
    <w:rsid w:val="00101659"/>
    <w:rsid w:val="00105AEA"/>
    <w:rsid w:val="001078BF"/>
    <w:rsid w:val="001133AC"/>
    <w:rsid w:val="00133957"/>
    <w:rsid w:val="001372F6"/>
    <w:rsid w:val="001426E0"/>
    <w:rsid w:val="00144385"/>
    <w:rsid w:val="00146B6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4"/>
    <w:rsid w:val="0021210E"/>
    <w:rsid w:val="0021414D"/>
    <w:rsid w:val="00223124"/>
    <w:rsid w:val="00233143"/>
    <w:rsid w:val="00234444"/>
    <w:rsid w:val="00236C59"/>
    <w:rsid w:val="00242206"/>
    <w:rsid w:val="00242293"/>
    <w:rsid w:val="00244EA7"/>
    <w:rsid w:val="00262FC3"/>
    <w:rsid w:val="0026394F"/>
    <w:rsid w:val="00267AF6"/>
    <w:rsid w:val="002746F7"/>
    <w:rsid w:val="00276DB8"/>
    <w:rsid w:val="0028241F"/>
    <w:rsid w:val="00282664"/>
    <w:rsid w:val="00285FB8"/>
    <w:rsid w:val="002970C3"/>
    <w:rsid w:val="002A4CD3"/>
    <w:rsid w:val="002A6CC4"/>
    <w:rsid w:val="002C55E9"/>
    <w:rsid w:val="002C6926"/>
    <w:rsid w:val="002D0C8B"/>
    <w:rsid w:val="002D1CD9"/>
    <w:rsid w:val="002D330A"/>
    <w:rsid w:val="002E170C"/>
    <w:rsid w:val="002E193E"/>
    <w:rsid w:val="00305EFF"/>
    <w:rsid w:val="00310A6A"/>
    <w:rsid w:val="003144E6"/>
    <w:rsid w:val="00323653"/>
    <w:rsid w:val="00326166"/>
    <w:rsid w:val="00337E82"/>
    <w:rsid w:val="00346FDC"/>
    <w:rsid w:val="00350BB1"/>
    <w:rsid w:val="00352C83"/>
    <w:rsid w:val="00365084"/>
    <w:rsid w:val="00366805"/>
    <w:rsid w:val="0037067D"/>
    <w:rsid w:val="00373436"/>
    <w:rsid w:val="003821E5"/>
    <w:rsid w:val="0038735B"/>
    <w:rsid w:val="003916D1"/>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3212E"/>
    <w:rsid w:val="00434366"/>
    <w:rsid w:val="00434ECE"/>
    <w:rsid w:val="00444423"/>
    <w:rsid w:val="00452F3E"/>
    <w:rsid w:val="00455BB7"/>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C7F"/>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690D"/>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A300D"/>
    <w:rsid w:val="007D5A78"/>
    <w:rsid w:val="007E3BD1"/>
    <w:rsid w:val="007F1563"/>
    <w:rsid w:val="007F1EB2"/>
    <w:rsid w:val="007F44DB"/>
    <w:rsid w:val="007F5A8B"/>
    <w:rsid w:val="0080307A"/>
    <w:rsid w:val="00817D51"/>
    <w:rsid w:val="00823530"/>
    <w:rsid w:val="00823FF4"/>
    <w:rsid w:val="00830267"/>
    <w:rsid w:val="008306E7"/>
    <w:rsid w:val="008322BE"/>
    <w:rsid w:val="00834BC8"/>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C1B30"/>
    <w:rsid w:val="008E260C"/>
    <w:rsid w:val="008E39BE"/>
    <w:rsid w:val="008E62EC"/>
    <w:rsid w:val="008F03DB"/>
    <w:rsid w:val="008F32F6"/>
    <w:rsid w:val="00916CD7"/>
    <w:rsid w:val="00920927"/>
    <w:rsid w:val="00921B38"/>
    <w:rsid w:val="00923720"/>
    <w:rsid w:val="009278C9"/>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9703F"/>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39C"/>
    <w:rsid w:val="00DA3C10"/>
    <w:rsid w:val="00DA53B5"/>
    <w:rsid w:val="00DA54B5"/>
    <w:rsid w:val="00DC1D6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34397"/>
    <w:rsid w:val="00F438FC"/>
    <w:rsid w:val="00F5616F"/>
    <w:rsid w:val="00F56451"/>
    <w:rsid w:val="00F56827"/>
    <w:rsid w:val="00F62866"/>
    <w:rsid w:val="00F65EF0"/>
    <w:rsid w:val="00F71651"/>
    <w:rsid w:val="00F76191"/>
    <w:rsid w:val="00F76CC6"/>
    <w:rsid w:val="00F8149F"/>
    <w:rsid w:val="00F83D7C"/>
    <w:rsid w:val="00F8524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68711fda-34bb-4684-8024-0ccf9cb8bdab">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C9666EE9B8164EA4CA6813E2ACE329" ma:contentTypeVersion="3" ma:contentTypeDescription="Create a new document." ma:contentTypeScope="" ma:versionID="e248750029339ca9efee1c8e3b2eb8e4">
  <xsd:schema xmlns:xsd="http://www.w3.org/2001/XMLSchema" xmlns:xs="http://www.w3.org/2001/XMLSchema" xmlns:p="http://schemas.microsoft.com/office/2006/metadata/properties" xmlns:ns2="68711fda-34bb-4684-8024-0ccf9cb8bdab" targetNamespace="http://schemas.microsoft.com/office/2006/metadata/properties" ma:root="true" ma:fieldsID="937acd7b588d201784163f3f40a5f352" ns2:_="">
    <xsd:import namespace="68711fda-34bb-4684-8024-0ccf9cb8bdab"/>
    <xsd:element name="properties">
      <xsd:complexType>
        <xsd:sequence>
          <xsd:element name="documentManagement">
            <xsd:complexType>
              <xsd:all>
                <xsd:element ref="ns2:Project_x0020_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11fda-34bb-4684-8024-0ccf9cb8bda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8711fda-34bb-4684-8024-0ccf9cb8bdab"/>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436A2D0-8AED-46B0-8D29-112A298A5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11fda-34bb-4684-8024-0ccf9cb8b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45ABD2-66EE-46A8-BABA-EBB877B38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138</TotalTime>
  <Pages>3</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29</cp:revision>
  <cp:lastPrinted>2016-05-27T05:21:00Z</cp:lastPrinted>
  <dcterms:created xsi:type="dcterms:W3CDTF">2020-08-25T06:08:00Z</dcterms:created>
  <dcterms:modified xsi:type="dcterms:W3CDTF">2021-01-31T22:47:00Z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0x010100F5C9666EE9B8164EA4CA6813E2ACE329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